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>
        <w:rPr>
          <w:rFonts w:ascii="Corbel" w:hAnsi="Corbel"/>
          <w:b/>
          <w:iCs/>
          <w:smallCaps/>
          <w:sz w:val="24"/>
          <w:szCs w:val="24"/>
        </w:rPr>
        <w:t>3</w:t>
      </w:r>
    </w:p>
    <w:p w14:paraId="0F05DE12" w14:textId="45201349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4D16D8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4D16D8">
        <w:rPr>
          <w:rFonts w:ascii="Corbel" w:hAnsi="Corbel"/>
          <w:sz w:val="24"/>
          <w:szCs w:val="24"/>
        </w:rPr>
        <w:t>3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CECAD07" w:rsidR="00C31C76" w:rsidRPr="009C54AE" w:rsidRDefault="00005A47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04435D66" w:rsidR="00015B8F" w:rsidRPr="009C54AE" w:rsidRDefault="003E1B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2D36E29D" w:rsidR="0085747A" w:rsidRPr="009C54AE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076D2D56" w:rsidR="00C61DC5" w:rsidRDefault="003E1B7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1808E" w14:textId="77777777" w:rsidR="00846319" w:rsidRDefault="00846319" w:rsidP="00C16ABF">
      <w:pPr>
        <w:spacing w:after="0" w:line="240" w:lineRule="auto"/>
      </w:pPr>
      <w:r>
        <w:separator/>
      </w:r>
    </w:p>
  </w:endnote>
  <w:endnote w:type="continuationSeparator" w:id="0">
    <w:p w14:paraId="1EE8E268" w14:textId="77777777" w:rsidR="00846319" w:rsidRDefault="008463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864F" w14:textId="77777777" w:rsidR="00846319" w:rsidRDefault="00846319" w:rsidP="00C16ABF">
      <w:pPr>
        <w:spacing w:after="0" w:line="240" w:lineRule="auto"/>
      </w:pPr>
      <w:r>
        <w:separator/>
      </w:r>
    </w:p>
  </w:footnote>
  <w:footnote w:type="continuationSeparator" w:id="0">
    <w:p w14:paraId="65AA7B37" w14:textId="77777777" w:rsidR="00846319" w:rsidRDefault="0084631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5A47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1B7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33A8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319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11913D-8723-45BC-9F03-5D06A814F8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15</cp:revision>
  <cp:lastPrinted>2017-04-27T18:28:00Z</cp:lastPrinted>
  <dcterms:created xsi:type="dcterms:W3CDTF">2021-01-13T09:59:00Z</dcterms:created>
  <dcterms:modified xsi:type="dcterms:W3CDTF">2021-11-03T05:37:00Z</dcterms:modified>
</cp:coreProperties>
</file>